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189" w:rsidRDefault="00255189" w:rsidP="0025518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3C78C2">
      <w:pPr>
        <w:pStyle w:val="Nadpis1"/>
      </w:pPr>
      <w:r>
        <w:t>1</w:t>
      </w:r>
      <w:r w:rsidR="001076F0">
        <w:t>0</w:t>
      </w:r>
      <w:r w:rsidR="00B93708">
        <w:t>9</w:t>
      </w:r>
      <w:r>
        <w:t>/</w:t>
      </w:r>
      <w:r w:rsidR="00800C62">
        <w:t>0</w:t>
      </w:r>
      <w:r w:rsidR="00B93708">
        <w:t>6</w:t>
      </w:r>
      <w:r>
        <w:t xml:space="preserve"> </w:t>
      </w:r>
      <w:r w:rsidR="00800C62">
        <w:t>odbor školství a cestovního ruchu</w:t>
      </w:r>
    </w:p>
    <w:p w:rsidR="00800C62" w:rsidRPr="00800C62" w:rsidRDefault="00800C62" w:rsidP="00800C62"/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A0603D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D7DCF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261446">
        <w:t>19. září</w:t>
      </w:r>
      <w:r>
        <w:t xml:space="preserve"> 201</w:t>
      </w:r>
      <w:r w:rsidR="00741F25">
        <w:t>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741F25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741F25">
        <w:tab/>
      </w:r>
      <w:r w:rsidR="00741F25">
        <w:tab/>
      </w:r>
      <w:r>
        <w:t xml:space="preserve">vedoucí </w:t>
      </w:r>
      <w:r w:rsidR="00741F25">
        <w:t>odboru školství a cestovního ruchu</w:t>
      </w:r>
    </w:p>
    <w:p w:rsidR="0006341E" w:rsidRDefault="0006341E">
      <w:pPr>
        <w:widowControl w:val="0"/>
        <w:autoSpaceDE w:val="0"/>
        <w:autoSpaceDN w:val="0"/>
        <w:adjustRightInd w:val="0"/>
        <w:jc w:val="both"/>
      </w:pPr>
    </w:p>
    <w:p w:rsidR="0006341E" w:rsidRDefault="00A6204B" w:rsidP="0006341E">
      <w:pPr>
        <w:widowControl w:val="0"/>
        <w:autoSpaceDE w:val="0"/>
        <w:autoSpaceDN w:val="0"/>
        <w:adjustRightInd w:val="0"/>
        <w:ind w:left="708" w:firstLine="708"/>
        <w:jc w:val="both"/>
      </w:pPr>
      <w:r>
        <w:t>Bc. Luboš Parkos (bod č. 1</w:t>
      </w:r>
      <w:r w:rsidR="0006341E">
        <w:t>)</w:t>
      </w:r>
    </w:p>
    <w:p w:rsidR="0006341E" w:rsidRDefault="0006341E" w:rsidP="0006341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pro sport</w:t>
      </w:r>
    </w:p>
    <w:p w:rsidR="0006341E" w:rsidRDefault="0006341E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554F48" w:rsidRDefault="00A151E1" w:rsidP="00610898">
      <w:pPr>
        <w:widowControl w:val="0"/>
        <w:autoSpaceDE w:val="0"/>
        <w:autoSpaceDN w:val="0"/>
        <w:adjustRightInd w:val="0"/>
        <w:jc w:val="both"/>
        <w:rPr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F63C7" w:rsidRDefault="00554F48" w:rsidP="0025518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u w:val="single"/>
        </w:rPr>
      </w:pPr>
      <w:r>
        <w:rPr>
          <w:szCs w:val="32"/>
        </w:rPr>
        <w:lastRenderedPageBreak/>
        <w:tab/>
      </w:r>
      <w:r w:rsidR="00FF63C7">
        <w:rPr>
          <w:b/>
          <w:bCs/>
          <w:sz w:val="28"/>
          <w:u w:val="single"/>
        </w:rPr>
        <w:t xml:space="preserve">1) Zápis z 30. jednání komise pro sport dne 10. 9. 2018 </w:t>
      </w:r>
    </w:p>
    <w:p w:rsidR="00FF63C7" w:rsidRDefault="00FF63C7" w:rsidP="00FF63C7">
      <w:pPr>
        <w:jc w:val="both"/>
      </w:pPr>
    </w:p>
    <w:p w:rsidR="00FF63C7" w:rsidRDefault="00FF63C7" w:rsidP="00FF63C7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F63C7" w:rsidRDefault="00FF63C7" w:rsidP="00FF63C7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FF63C7" w:rsidRDefault="00FF63C7" w:rsidP="00FF63C7">
      <w:pPr>
        <w:widowControl w:val="0"/>
        <w:autoSpaceDE w:val="0"/>
        <w:autoSpaceDN w:val="0"/>
        <w:adjustRightInd w:val="0"/>
        <w:jc w:val="both"/>
      </w:pPr>
    </w:p>
    <w:p w:rsidR="00FF63C7" w:rsidRDefault="00FF63C7" w:rsidP="00FF63C7">
      <w:pPr>
        <w:pStyle w:val="Nadpis3"/>
      </w:pPr>
      <w:r>
        <w:t xml:space="preserve">I. Bere na vědomí </w:t>
      </w:r>
    </w:p>
    <w:p w:rsidR="00FF63C7" w:rsidRDefault="00FF63C7" w:rsidP="00FF63C7">
      <w:pPr>
        <w:jc w:val="both"/>
      </w:pPr>
      <w:r>
        <w:t xml:space="preserve">zápis z 30. jednání komise pro sport ze dne 10. 9. 2018, hodnotící žádosti podané do </w:t>
      </w:r>
      <w:r w:rsidRPr="003D0289">
        <w:rPr>
          <w:szCs w:val="28"/>
        </w:rPr>
        <w:t>Dotační</w:t>
      </w:r>
      <w:r>
        <w:rPr>
          <w:szCs w:val="28"/>
        </w:rPr>
        <w:t>ho</w:t>
      </w:r>
      <w:r w:rsidRPr="003D0289">
        <w:rPr>
          <w:szCs w:val="28"/>
        </w:rPr>
        <w:t xml:space="preserve"> program</w:t>
      </w:r>
      <w:r>
        <w:rPr>
          <w:szCs w:val="28"/>
        </w:rPr>
        <w:t>u</w:t>
      </w:r>
      <w:r w:rsidRPr="003D0289">
        <w:rPr>
          <w:szCs w:val="28"/>
        </w:rPr>
        <w:t xml:space="preserve"> města Strakonice na podporu tělovýchovy, sportu a ostatních vol</w:t>
      </w:r>
      <w:r>
        <w:rPr>
          <w:szCs w:val="28"/>
        </w:rPr>
        <w:t>nočasových aktivit dospělých pro rok 2018.</w:t>
      </w:r>
    </w:p>
    <w:p w:rsidR="00FF63C7" w:rsidRDefault="00FF63C7" w:rsidP="00FF63C7">
      <w:pPr>
        <w:pStyle w:val="Nadpis3"/>
      </w:pPr>
      <w:r>
        <w:t>II. Doporučuje ZM</w:t>
      </w:r>
    </w:p>
    <w:p w:rsidR="00FF63C7" w:rsidRDefault="00FF63C7" w:rsidP="00FF63C7">
      <w:pPr>
        <w:jc w:val="both"/>
        <w:rPr>
          <w:szCs w:val="22"/>
        </w:rPr>
      </w:pPr>
      <w:r>
        <w:t xml:space="preserve">souhlasit s poskytnutím dotace ve výši 155 000 Kč, tj. ve snížené výši oproti žádosti z důvodu omezených finančních prostředků </w:t>
      </w:r>
      <w:r w:rsidR="001A4902">
        <w:t>alokovaných v dotačním program</w:t>
      </w:r>
      <w:r>
        <w:t xml:space="preserve">u, FK Junior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304</w:t>
      </w:r>
      <w:r w:rsidRPr="00204A28">
        <w:rPr>
          <w:szCs w:val="22"/>
        </w:rPr>
        <w:t xml:space="preserve">, 386 01 Strakonice, IČO: </w:t>
      </w:r>
      <w:r>
        <w:rPr>
          <w:szCs w:val="22"/>
        </w:rPr>
        <w:t xml:space="preserve">22890947 </w:t>
      </w:r>
      <w:r w:rsidRPr="00E54B7E">
        <w:rPr>
          <w:szCs w:val="22"/>
        </w:rPr>
        <w:t>na nájemné sportovišť STARZ, náklady na řízení soutěží, materiálové vybavení a na dopravu k soutěžím</w:t>
      </w:r>
      <w:r w:rsidRPr="00981547">
        <w:rPr>
          <w:szCs w:val="22"/>
        </w:rPr>
        <w:t>.</w:t>
      </w:r>
    </w:p>
    <w:p w:rsidR="00FF63C7" w:rsidRDefault="00FF63C7" w:rsidP="00FF63C7">
      <w:pPr>
        <w:pStyle w:val="Nadpis3"/>
      </w:pPr>
      <w:r w:rsidRPr="00E54B7E">
        <w:t>II</w:t>
      </w:r>
      <w:r>
        <w:t>I</w:t>
      </w:r>
      <w:r w:rsidRPr="00E54B7E">
        <w:t xml:space="preserve">. </w:t>
      </w:r>
      <w:r>
        <w:t>Doporučuje ZM</w:t>
      </w:r>
    </w:p>
    <w:p w:rsidR="00FF63C7" w:rsidRDefault="00FF63C7" w:rsidP="00FF63C7">
      <w:pPr>
        <w:jc w:val="both"/>
        <w:rPr>
          <w:szCs w:val="22"/>
        </w:rPr>
      </w:pPr>
      <w:r>
        <w:t xml:space="preserve">souhlasit s poskytnutím dotace ve výši 205 000 Kč, tj. ve snížené výši oproti žádosti z důvodu omezených finančních prostředků </w:t>
      </w:r>
      <w:r w:rsidR="001A4902">
        <w:t>alokovaných v dotačním programu</w:t>
      </w:r>
      <w:r>
        <w:t xml:space="preserve">, TJ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Pod Hradem 128</w:t>
      </w:r>
      <w:r w:rsidRPr="00204A28">
        <w:rPr>
          <w:szCs w:val="22"/>
        </w:rPr>
        <w:t xml:space="preserve">, 386 01 Strakonice, IČO: </w:t>
      </w:r>
      <w:r>
        <w:rPr>
          <w:szCs w:val="22"/>
        </w:rPr>
        <w:t xml:space="preserve">16820088 na </w:t>
      </w:r>
      <w:r w:rsidRPr="00E54B7E">
        <w:rPr>
          <w:szCs w:val="22"/>
        </w:rPr>
        <w:t>cestovné k soutěžním utkáním,</w:t>
      </w:r>
      <w:r>
        <w:rPr>
          <w:szCs w:val="22"/>
        </w:rPr>
        <w:t xml:space="preserve"> </w:t>
      </w:r>
      <w:r w:rsidRPr="00E54B7E">
        <w:rPr>
          <w:szCs w:val="22"/>
        </w:rPr>
        <w:t>turnajům a na tréninky, náklady na ubytování při účasti na sportovní akci mimo Strakonice a při sportovní přípravě, startovné v soutěžích a turnajích, registrační poplatky, náklady za výkon rozhodčích a delegátů včetně cestovného v rámci soutěží, sportovní vybavení, nájemné sportovišť a nájemné nebytových prostor potřebných pro činnost, energie</w:t>
      </w:r>
      <w:r>
        <w:rPr>
          <w:szCs w:val="22"/>
        </w:rPr>
        <w:t>.</w:t>
      </w:r>
    </w:p>
    <w:p w:rsidR="00FF63C7" w:rsidRDefault="00FF63C7" w:rsidP="00FF63C7">
      <w:pPr>
        <w:pStyle w:val="Nadpis3"/>
      </w:pPr>
      <w:r w:rsidRPr="00E54B7E">
        <w:t>IV. Souhlasí</w:t>
      </w:r>
    </w:p>
    <w:p w:rsidR="00FF63C7" w:rsidRDefault="00FF63C7" w:rsidP="00FF63C7">
      <w:pPr>
        <w:jc w:val="both"/>
      </w:pPr>
      <w:r>
        <w:t xml:space="preserve">s poskytnutím dotace ve výši 15 000 Kč, tj. ve snížené výši oproti žádosti z důvodu omezených finančních prostředků </w:t>
      </w:r>
      <w:r w:rsidR="001A4902">
        <w:t>alokovaných v dotačním programu</w:t>
      </w:r>
      <w:r>
        <w:t xml:space="preserve">, Tenis klubu, spolek, z. </w:t>
      </w:r>
      <w:proofErr w:type="gramStart"/>
      <w:r>
        <w:t>s.</w:t>
      </w:r>
      <w:proofErr w:type="gramEnd"/>
      <w:r>
        <w:t>, Máchova 178</w:t>
      </w:r>
      <w:r w:rsidRPr="00204A28">
        <w:rPr>
          <w:szCs w:val="22"/>
        </w:rPr>
        <w:t xml:space="preserve">, 386 01 Strakonice, IČO: </w:t>
      </w:r>
      <w:r>
        <w:rPr>
          <w:szCs w:val="22"/>
        </w:rPr>
        <w:t xml:space="preserve">16820037 </w:t>
      </w:r>
      <w:r w:rsidRPr="00E54B7E">
        <w:t>na rozhodčí</w:t>
      </w:r>
      <w:r>
        <w:t>,</w:t>
      </w:r>
      <w:r w:rsidRPr="00E54B7E">
        <w:t xml:space="preserve"> na turnaje dospělých a utkání ligy, cestovné hráčům A týmu na zápasy ligy, cestovné pro hostující hráče na tréninky do Strakonic, tenisové míče</w:t>
      </w:r>
      <w:r>
        <w:t>.</w:t>
      </w:r>
    </w:p>
    <w:p w:rsidR="00FF63C7" w:rsidRPr="00E54B7E" w:rsidRDefault="00FF63C7" w:rsidP="004C58FC">
      <w:pPr>
        <w:pStyle w:val="Nadpis3"/>
      </w:pPr>
      <w:r w:rsidRPr="00E54B7E">
        <w:t>V.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45 000 Kč, tj. ve snížené výši oproti žádosti z důvodu omezených finančních prostředků </w:t>
      </w:r>
      <w:r w:rsidR="001A4902">
        <w:t>alokovaných v dotačním programu</w:t>
      </w:r>
      <w:r>
        <w:t xml:space="preserve">, </w:t>
      </w:r>
      <w:proofErr w:type="spellStart"/>
      <w:r>
        <w:t>Fbc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Kosmonautů 1261</w:t>
      </w:r>
      <w:r w:rsidRPr="00204A28">
        <w:rPr>
          <w:szCs w:val="22"/>
        </w:rPr>
        <w:t xml:space="preserve">, 386 01 Strakonice, IČO: </w:t>
      </w:r>
      <w:r>
        <w:rPr>
          <w:szCs w:val="22"/>
        </w:rPr>
        <w:t>02596938 na</w:t>
      </w:r>
      <w:r w:rsidRPr="00E54B7E">
        <w:t xml:space="preserve"> </w:t>
      </w:r>
      <w:r w:rsidRPr="00E54B7E">
        <w:rPr>
          <w:szCs w:val="22"/>
        </w:rPr>
        <w:t xml:space="preserve">dopravu, na cestovné k soutěžním utkáním, turnajům a na tréninky, náklady na ubytování při účasti na sportovní akci mimo území města Strakonice a při sportovní přípravě, startovné v soutěžích a turnajích, registrační poplatky, náklady za výkon rozhodčích a delegátů </w:t>
      </w:r>
      <w:proofErr w:type="spellStart"/>
      <w:r w:rsidRPr="00E54B7E">
        <w:rPr>
          <w:szCs w:val="22"/>
        </w:rPr>
        <w:t>vč</w:t>
      </w:r>
      <w:proofErr w:type="spellEnd"/>
      <w:r w:rsidRPr="00E54B7E">
        <w:rPr>
          <w:szCs w:val="22"/>
        </w:rPr>
        <w:t xml:space="preserve"> cestovného v rámci soutěží, sportovní vybavení, nájemné sportovišť</w:t>
      </w:r>
      <w:r>
        <w:rPr>
          <w:szCs w:val="22"/>
        </w:rPr>
        <w:t>.</w:t>
      </w:r>
    </w:p>
    <w:p w:rsidR="00FF63C7" w:rsidRPr="00E54B7E" w:rsidRDefault="00FF63C7" w:rsidP="004C58FC">
      <w:pPr>
        <w:pStyle w:val="Nadpis3"/>
      </w:pPr>
      <w:r>
        <w:t>VI. Doporučuje ZM</w:t>
      </w:r>
    </w:p>
    <w:p w:rsidR="00FF63C7" w:rsidRDefault="00FF63C7" w:rsidP="00FF63C7">
      <w:pPr>
        <w:jc w:val="both"/>
        <w:rPr>
          <w:szCs w:val="22"/>
        </w:rPr>
      </w:pPr>
      <w:r>
        <w:t xml:space="preserve">souhlasit s poskytnutím dotace ve výši 205 000 Kč, tj. ve snížené výši oproti žádosti z důvodu omezených finančních prostředků </w:t>
      </w:r>
      <w:r w:rsidR="001A4902">
        <w:t>alokovaných v dotačním programu</w:t>
      </w:r>
      <w:r>
        <w:t xml:space="preserve">, HC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512</w:t>
      </w:r>
      <w:r w:rsidRPr="00204A28">
        <w:rPr>
          <w:szCs w:val="22"/>
        </w:rPr>
        <w:t xml:space="preserve">, 386 01 Strakonice, IČO: </w:t>
      </w:r>
      <w:r>
        <w:rPr>
          <w:szCs w:val="22"/>
        </w:rPr>
        <w:t xml:space="preserve">46687869 </w:t>
      </w:r>
      <w:r w:rsidRPr="00E54B7E">
        <w:rPr>
          <w:szCs w:val="22"/>
        </w:rPr>
        <w:t>na náklady spojené se sportovní činností dospělých (A-týmu) a účastí na oficiálních soutěžích, jako jsou náklady na dopravu, rozhodčí, zdravotnické zabezpečení, nákup tréninkových pomůcek nebo na výplaty trenérů nebo pronájem ledové plochy</w:t>
      </w:r>
      <w:r>
        <w:rPr>
          <w:szCs w:val="22"/>
        </w:rPr>
        <w:t>.</w:t>
      </w:r>
    </w:p>
    <w:p w:rsidR="00FF63C7" w:rsidRDefault="00FF63C7" w:rsidP="00FF63C7">
      <w:pPr>
        <w:pStyle w:val="Nadpis3"/>
      </w:pPr>
      <w:r w:rsidRPr="00E54B7E">
        <w:t>VII.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30 000 Kč, tj. ve snížené výši oproti žádosti z důvodu omezených finančních prostředků </w:t>
      </w:r>
      <w:r w:rsidR="001A4902">
        <w:t>alokovaných v dotačním programu</w:t>
      </w:r>
      <w:r>
        <w:t xml:space="preserve">, SKI-Klubu Strakonice, z. </w:t>
      </w:r>
      <w:proofErr w:type="gramStart"/>
      <w:r>
        <w:t>s.</w:t>
      </w:r>
      <w:proofErr w:type="gramEnd"/>
      <w:r>
        <w:t>, Máchova 108</w:t>
      </w:r>
      <w:r w:rsidRPr="00204A28">
        <w:rPr>
          <w:szCs w:val="22"/>
        </w:rPr>
        <w:t xml:space="preserve">, 386 01 Strakonice, IČO: </w:t>
      </w:r>
      <w:r>
        <w:rPr>
          <w:szCs w:val="22"/>
        </w:rPr>
        <w:t xml:space="preserve">60090022 </w:t>
      </w:r>
      <w:r w:rsidRPr="00E54B7E">
        <w:rPr>
          <w:szCs w:val="22"/>
        </w:rPr>
        <w:t xml:space="preserve">na dopravu, cestovné ke krajským a celostátním závodům a na tréninky, náklady na ubytování při účasti na sportovní akci mimo území města Strakonice a při sportovní přípravě, startovné v závodech, odměny trenérů, </w:t>
      </w:r>
      <w:r w:rsidRPr="00E54B7E">
        <w:rPr>
          <w:szCs w:val="22"/>
        </w:rPr>
        <w:lastRenderedPageBreak/>
        <w:t>sportovní vybavení, nájemné sportovišť, nájemné nebytových prostor potřebných pro činnost, energie</w:t>
      </w:r>
      <w:r>
        <w:rPr>
          <w:szCs w:val="22"/>
        </w:rPr>
        <w:t>.</w:t>
      </w:r>
    </w:p>
    <w:p w:rsidR="00FF63C7" w:rsidRPr="001202EF" w:rsidRDefault="00FF63C7" w:rsidP="00FF63C7">
      <w:pPr>
        <w:pStyle w:val="Nadpis3"/>
      </w:pPr>
      <w:r w:rsidRPr="001202EF">
        <w:t>VIII.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30 000 Kč, tj. ve snížené výši oproti žádosti z důvodu omezených finančních prostředků </w:t>
      </w:r>
      <w:r w:rsidR="001A4902">
        <w:t>alokovaných v dotačním programu</w:t>
      </w:r>
      <w:r>
        <w:t xml:space="preserve">, TJ </w:t>
      </w:r>
      <w:proofErr w:type="spellStart"/>
      <w:r>
        <w:t>Dražejov</w:t>
      </w:r>
      <w:proofErr w:type="spellEnd"/>
      <w:r>
        <w:t xml:space="preserve">, z. </w:t>
      </w:r>
      <w:proofErr w:type="gramStart"/>
      <w:r>
        <w:t>s.</w:t>
      </w:r>
      <w:proofErr w:type="gramEnd"/>
      <w:r>
        <w:t xml:space="preserve">, </w:t>
      </w:r>
      <w:proofErr w:type="spellStart"/>
      <w:r>
        <w:t>Virtova</w:t>
      </w:r>
      <w:proofErr w:type="spellEnd"/>
      <w:r>
        <w:t xml:space="preserve"> 23</w:t>
      </w:r>
      <w:r w:rsidRPr="00204A28">
        <w:rPr>
          <w:szCs w:val="22"/>
        </w:rPr>
        <w:t>,</w:t>
      </w:r>
      <w:r w:rsidR="001A4902">
        <w:rPr>
          <w:szCs w:val="22"/>
        </w:rPr>
        <w:br/>
      </w:r>
      <w:r w:rsidRPr="00204A28">
        <w:rPr>
          <w:szCs w:val="22"/>
        </w:rPr>
        <w:t>386 01 Strakonice,</w:t>
      </w:r>
      <w:r w:rsidR="001A4902">
        <w:rPr>
          <w:szCs w:val="22"/>
        </w:rPr>
        <w:t xml:space="preserve"> </w:t>
      </w:r>
      <w:r w:rsidRPr="00204A28">
        <w:rPr>
          <w:szCs w:val="22"/>
        </w:rPr>
        <w:t xml:space="preserve">IČO: </w:t>
      </w:r>
      <w:r>
        <w:rPr>
          <w:szCs w:val="22"/>
        </w:rPr>
        <w:t xml:space="preserve">60650796 </w:t>
      </w:r>
      <w:r w:rsidRPr="001202EF">
        <w:rPr>
          <w:szCs w:val="22"/>
        </w:rPr>
        <w:t>náklady na rozhodčí, nákup sportovního vybavení a jeho údržba, pronájem sportoviště, trenérská činnost, náklady na dopravu</w:t>
      </w:r>
      <w:r>
        <w:rPr>
          <w:szCs w:val="22"/>
        </w:rPr>
        <w:t>.</w:t>
      </w:r>
    </w:p>
    <w:p w:rsidR="00FF63C7" w:rsidRPr="001202EF" w:rsidRDefault="00FF63C7" w:rsidP="00FF63C7">
      <w:pPr>
        <w:pStyle w:val="Nadpis3"/>
      </w:pPr>
      <w:r>
        <w:t>I</w:t>
      </w:r>
      <w:r w:rsidRPr="001202EF">
        <w:t>X.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30 000 Kč, tj. ve snížené výši oproti žádosti z důvodu omezených finančních prostředků </w:t>
      </w:r>
      <w:r w:rsidR="001A4902">
        <w:t>alokovaných v dotačním programu</w:t>
      </w:r>
      <w:r>
        <w:t xml:space="preserve">, </w:t>
      </w:r>
      <w:proofErr w:type="spellStart"/>
      <w:r>
        <w:t>Balvani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Prof. Skupy 751</w:t>
      </w:r>
      <w:r w:rsidRPr="00204A28">
        <w:rPr>
          <w:szCs w:val="22"/>
        </w:rPr>
        <w:t xml:space="preserve">, 386 01 Strakonice, IČO: </w:t>
      </w:r>
      <w:r>
        <w:rPr>
          <w:szCs w:val="22"/>
        </w:rPr>
        <w:t xml:space="preserve">46687785 </w:t>
      </w:r>
      <w:r w:rsidRPr="001202EF">
        <w:rPr>
          <w:szCs w:val="22"/>
        </w:rPr>
        <w:t>náklady na cestovné k soutěžním utkáním, náklady na ubytování při sportovní přípravě, startovné a organizace soutěže vč. nákladů za výkon rozhodčích a delegátů vč. cestovného v rámci soutěží, odměny trenérů, sportovní vybavení, nájemné fotbalových hřišť a registrační poplatky.</w:t>
      </w:r>
    </w:p>
    <w:p w:rsidR="00FF63C7" w:rsidRDefault="00FF63C7" w:rsidP="00FF63C7">
      <w:pPr>
        <w:pStyle w:val="Nadpis3"/>
      </w:pPr>
      <w:r w:rsidRPr="001202EF">
        <w:t>X.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25 000 Kč, tj. ve snížené výši oproti žádosti z důvodu omezených finančních prostředků </w:t>
      </w:r>
      <w:r w:rsidR="001A4902">
        <w:t>alokovaných v dotačním programu</w:t>
      </w:r>
      <w:r>
        <w:t xml:space="preserve">, FBC Dynamo Strakonice, z. </w:t>
      </w:r>
      <w:proofErr w:type="gramStart"/>
      <w:r>
        <w:t>s.</w:t>
      </w:r>
      <w:proofErr w:type="gramEnd"/>
      <w:r>
        <w:t xml:space="preserve">, </w:t>
      </w:r>
      <w:proofErr w:type="spellStart"/>
      <w:r>
        <w:t>Hajská</w:t>
      </w:r>
      <w:proofErr w:type="spellEnd"/>
      <w:r>
        <w:t xml:space="preserve"> 16</w:t>
      </w:r>
      <w:r w:rsidRPr="00204A28">
        <w:rPr>
          <w:szCs w:val="22"/>
        </w:rPr>
        <w:t xml:space="preserve">, 386 01 Strakonice, IČO: </w:t>
      </w:r>
      <w:r>
        <w:rPr>
          <w:szCs w:val="22"/>
        </w:rPr>
        <w:t xml:space="preserve">26998301 </w:t>
      </w:r>
      <w:r w:rsidRPr="001202EF">
        <w:rPr>
          <w:szCs w:val="22"/>
        </w:rPr>
        <w:t>nájemné sportovišť, startovné v soutěži a na turnajích, náklady za výkon rozhodčích, registrační poplatky (licence hráčů), sportovní vybavení</w:t>
      </w:r>
      <w:r>
        <w:rPr>
          <w:szCs w:val="22"/>
        </w:rPr>
        <w:t>.</w:t>
      </w:r>
    </w:p>
    <w:p w:rsidR="00FF63C7" w:rsidRPr="001202EF" w:rsidRDefault="00FF63C7" w:rsidP="00FF63C7">
      <w:pPr>
        <w:pStyle w:val="Nadpis3"/>
      </w:pPr>
      <w:r w:rsidRPr="001202EF">
        <w:t>XI.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15 000 Kč, tj. ve snížené výši oproti žádosti z důvodu omezených finančních prostředků </w:t>
      </w:r>
      <w:r w:rsidR="001A4902">
        <w:t xml:space="preserve">alokovaných v dotačním programu, </w:t>
      </w:r>
      <w:r>
        <w:t>Českému kynologickému svazu, ZKO Strakonice 186, p. s.,  K. Dvořáka 442</w:t>
      </w:r>
      <w:r w:rsidRPr="00204A28">
        <w:rPr>
          <w:szCs w:val="22"/>
        </w:rPr>
        <w:t xml:space="preserve">, 386 01 Strakonice, IČO: </w:t>
      </w:r>
      <w:r>
        <w:rPr>
          <w:szCs w:val="22"/>
        </w:rPr>
        <w:t xml:space="preserve">60653345 </w:t>
      </w:r>
      <w:r w:rsidRPr="001202EF">
        <w:rPr>
          <w:szCs w:val="22"/>
        </w:rPr>
        <w:t>na úhradu energií, náklady za výkon rozhodčích při organizovaných soutěžích, cestovné rozhodčích při organizovaných soutěžích, poplatek za komunální odpad, sportovní vybavení na obrany</w:t>
      </w:r>
    </w:p>
    <w:p w:rsidR="00FF63C7" w:rsidRPr="001202EF" w:rsidRDefault="00FF63C7" w:rsidP="00FF63C7">
      <w:pPr>
        <w:pStyle w:val="Nadpis3"/>
      </w:pPr>
      <w:r w:rsidRPr="001202EF">
        <w:t>XII.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50 000 Kč, tj. ve snížené výši oproti žádosti z důvodu omezených finančních prostředků </w:t>
      </w:r>
      <w:r w:rsidR="001A4902">
        <w:t xml:space="preserve">alokovaných v dotačním programu, </w:t>
      </w:r>
      <w:r>
        <w:t>Tělocvičné jednotě Sokol Strakonice, p. s., Na Stráži 340,</w:t>
      </w:r>
      <w:r w:rsidRPr="00204A28">
        <w:rPr>
          <w:szCs w:val="22"/>
        </w:rPr>
        <w:t xml:space="preserve"> 386 01 Strakonice, IČO:</w:t>
      </w:r>
      <w:r>
        <w:rPr>
          <w:szCs w:val="22"/>
        </w:rPr>
        <w:t xml:space="preserve"> 60829265 </w:t>
      </w:r>
      <w:r w:rsidRPr="001202EF">
        <w:rPr>
          <w:szCs w:val="22"/>
        </w:rPr>
        <w:t>na úhrady energií, nákup potřeb pro činnost dospělých, opravu a udržování stávajícího nářadí, ostatní služby související se sportovními aktivitami dospělých, na úhradu kilometrovného dlouhodobých soutěží dospělých v oddílech stolního tenisu a všestrannosti</w:t>
      </w:r>
      <w:r>
        <w:rPr>
          <w:szCs w:val="22"/>
        </w:rPr>
        <w:t>.</w:t>
      </w:r>
    </w:p>
    <w:p w:rsidR="00FF63C7" w:rsidRDefault="00FF63C7" w:rsidP="00FF63C7">
      <w:pPr>
        <w:pStyle w:val="Nadpis3"/>
      </w:pPr>
      <w:r w:rsidRPr="001202EF">
        <w:t>X</w:t>
      </w:r>
      <w:r>
        <w:t>III.</w:t>
      </w:r>
      <w:r w:rsidRPr="001202EF">
        <w:t xml:space="preserve">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20 000 Kč, tj. ve snížené výši oproti žádosti z důvodu omezených finančních prostředků </w:t>
      </w:r>
      <w:r w:rsidR="001A4902">
        <w:t xml:space="preserve">alokovaných v dotačním programu, </w:t>
      </w:r>
      <w:r>
        <w:t>ČSS - sportovně střeleckému</w:t>
      </w:r>
      <w:r w:rsidRPr="001202EF">
        <w:t xml:space="preserve"> klub</w:t>
      </w:r>
      <w:r>
        <w:t>u</w:t>
      </w:r>
      <w:r w:rsidRPr="001202EF">
        <w:t xml:space="preserve"> 0298</w:t>
      </w:r>
      <w:r>
        <w:t xml:space="preserve">, z. </w:t>
      </w:r>
      <w:proofErr w:type="gramStart"/>
      <w:r>
        <w:t>s.</w:t>
      </w:r>
      <w:proofErr w:type="gramEnd"/>
      <w:r>
        <w:t>, Prof. Skupy 1121,</w:t>
      </w:r>
      <w:r w:rsidRPr="00204A28">
        <w:rPr>
          <w:szCs w:val="22"/>
        </w:rPr>
        <w:t xml:space="preserve"> 386 01 Strakonice, IČO: </w:t>
      </w:r>
      <w:r>
        <w:rPr>
          <w:snapToGrid w:val="0"/>
        </w:rPr>
        <w:t>65956818</w:t>
      </w:r>
      <w:r>
        <w:rPr>
          <w:szCs w:val="22"/>
        </w:rPr>
        <w:t xml:space="preserve"> </w:t>
      </w:r>
      <w:r w:rsidRPr="001202EF">
        <w:rPr>
          <w:szCs w:val="22"/>
        </w:rPr>
        <w:t>náklady při soutěžích - doprava, cestovné, startovné, nájemné za střelnici (sportoviště), sportovní vybavení - náboje (na soutěže, tréninky)</w:t>
      </w:r>
      <w:r>
        <w:rPr>
          <w:szCs w:val="22"/>
        </w:rPr>
        <w:t>.</w:t>
      </w:r>
    </w:p>
    <w:p w:rsidR="00FF63C7" w:rsidRPr="001202EF" w:rsidRDefault="00FF63C7" w:rsidP="00FF63C7">
      <w:pPr>
        <w:pStyle w:val="Nadpis3"/>
      </w:pPr>
      <w:r w:rsidRPr="001202EF">
        <w:t>X</w:t>
      </w:r>
      <w:r>
        <w:t>I</w:t>
      </w:r>
      <w:r w:rsidRPr="001202EF">
        <w:t xml:space="preserve">V. </w:t>
      </w:r>
      <w:r>
        <w:t>Doporučuje ZM</w:t>
      </w:r>
    </w:p>
    <w:p w:rsidR="00FF63C7" w:rsidRDefault="00FF63C7" w:rsidP="00FF63C7">
      <w:pPr>
        <w:jc w:val="both"/>
        <w:rPr>
          <w:szCs w:val="22"/>
        </w:rPr>
      </w:pPr>
      <w:r>
        <w:t xml:space="preserve">souhlasit s poskytnutím dotace ve výši 215 000 Kč, tj. ve snížené výši oproti žádosti z důvodu omezených finančních prostředků </w:t>
      </w:r>
      <w:r w:rsidR="001A4902">
        <w:t xml:space="preserve">alokovaných v dotačním programu, </w:t>
      </w:r>
      <w:r>
        <w:t xml:space="preserve">Basketbalovému klubu Strakonice, z. </w:t>
      </w:r>
      <w:proofErr w:type="gramStart"/>
      <w:r>
        <w:t>s.</w:t>
      </w:r>
      <w:proofErr w:type="gramEnd"/>
      <w:r>
        <w:t>, Máchova 1113,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 xml:space="preserve">42386748 </w:t>
      </w:r>
      <w:r w:rsidRPr="001202EF">
        <w:rPr>
          <w:szCs w:val="22"/>
        </w:rPr>
        <w:t>na dopravu, cestovné k soutěžním utkáním, turnajům a na tréninky, náklady na ubytování při účasti na sportovní akci mimo území města Strakonice a při sportovní  přípravě, startovné v soutěžích a turnajích, registrační poplatky, náklady za výkon rozhodčích a delegátů vč. cestovného v rámci soutěží, odměny trenérů, sportovní vybavení, nájemné sportovišť, nájemné nebytových prostor potřebných pro činnost, energie</w:t>
      </w:r>
      <w:r>
        <w:rPr>
          <w:szCs w:val="22"/>
        </w:rPr>
        <w:t>.</w:t>
      </w:r>
    </w:p>
    <w:p w:rsidR="00FF63C7" w:rsidRPr="001202EF" w:rsidRDefault="00FF63C7" w:rsidP="00FF63C7">
      <w:pPr>
        <w:pStyle w:val="Nadpis3"/>
      </w:pPr>
      <w:r w:rsidRPr="001202EF">
        <w:lastRenderedPageBreak/>
        <w:t>XV.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30 000 Kč, tj. ve snížené výši oproti žádosti z důvodu omezených finančních prostředků </w:t>
      </w:r>
      <w:r w:rsidR="001A4902">
        <w:t xml:space="preserve">alokovaných v dotačním programu, </w:t>
      </w:r>
      <w:r>
        <w:t xml:space="preserve">Biatlonu Strakonice, z. </w:t>
      </w:r>
      <w:proofErr w:type="gramStart"/>
      <w:r>
        <w:t>s.</w:t>
      </w:r>
      <w:proofErr w:type="gramEnd"/>
      <w:r>
        <w:t>, Máchova 505,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 xml:space="preserve">22735348 </w:t>
      </w:r>
      <w:r w:rsidRPr="001202EF">
        <w:rPr>
          <w:szCs w:val="22"/>
        </w:rPr>
        <w:t>nákup nábojů, cestovné na závody, ubytování na závodech, startovné</w:t>
      </w:r>
      <w:r>
        <w:rPr>
          <w:szCs w:val="22"/>
        </w:rPr>
        <w:t>.</w:t>
      </w:r>
    </w:p>
    <w:p w:rsidR="00FF63C7" w:rsidRPr="001202EF" w:rsidRDefault="00FF63C7" w:rsidP="00FF63C7">
      <w:pPr>
        <w:pStyle w:val="Nadpis3"/>
      </w:pPr>
      <w:r w:rsidRPr="001202EF">
        <w:t>XVI.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15 000 Kč, tj. ve snížené výši oproti žádosti z důvodu omezených finančních prostředků </w:t>
      </w:r>
      <w:r w:rsidR="001A4902">
        <w:t xml:space="preserve">alokovaných v dotačním programu, </w:t>
      </w:r>
      <w:r>
        <w:t>TJ ČZ Strakonice, spolek, oddílu nohejbalu, Máchova 108,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 xml:space="preserve">00475921 </w:t>
      </w:r>
      <w:r w:rsidRPr="001202EF">
        <w:rPr>
          <w:szCs w:val="22"/>
        </w:rPr>
        <w:t>nákup jednotného vybavení pro družstva mužů, startovné a jízdné na zápasy</w:t>
      </w:r>
      <w:r>
        <w:rPr>
          <w:szCs w:val="22"/>
        </w:rPr>
        <w:t>.</w:t>
      </w:r>
    </w:p>
    <w:p w:rsidR="00FF63C7" w:rsidRPr="004F09F4" w:rsidRDefault="00FF63C7" w:rsidP="00FF63C7">
      <w:pPr>
        <w:pStyle w:val="Nadpis3"/>
      </w:pPr>
      <w:r w:rsidRPr="004F09F4">
        <w:t>XVII.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30 000 Kč, tj. ve snížené výši oproti žádosti z důvodu omezených finančních prostředků </w:t>
      </w:r>
      <w:r w:rsidR="001A4902">
        <w:t xml:space="preserve">alokovaných v dotačním programu, </w:t>
      </w:r>
      <w:r>
        <w:t>TJ ČZ Strakonice, spolek, oddílu badmintonu, Máchova 108,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 xml:space="preserve">00475921 </w:t>
      </w:r>
      <w:r w:rsidRPr="004F09F4">
        <w:rPr>
          <w:szCs w:val="22"/>
        </w:rPr>
        <w:t>nákup dresů s potiskem, nákup tréninkových a závodních míčů, startovné a jízdné na turnaje, náklady spojené se školením rozhodčích a trenérů</w:t>
      </w:r>
      <w:r>
        <w:rPr>
          <w:szCs w:val="22"/>
        </w:rPr>
        <w:t>.</w:t>
      </w:r>
    </w:p>
    <w:p w:rsidR="00FF63C7" w:rsidRPr="004F09F4" w:rsidRDefault="00FF63C7" w:rsidP="00FF63C7">
      <w:pPr>
        <w:pStyle w:val="Nadpis3"/>
      </w:pPr>
      <w:r>
        <w:t>XVIII</w:t>
      </w:r>
      <w:r w:rsidRPr="004F09F4">
        <w:t xml:space="preserve">. </w:t>
      </w:r>
      <w:r>
        <w:t>Doporučuje ZM</w:t>
      </w:r>
    </w:p>
    <w:p w:rsidR="00FF63C7" w:rsidRDefault="00FF63C7" w:rsidP="00FF63C7">
      <w:pPr>
        <w:jc w:val="both"/>
        <w:rPr>
          <w:szCs w:val="22"/>
        </w:rPr>
      </w:pPr>
      <w:r>
        <w:t xml:space="preserve">souhlasit s poskytnutím dotace ve výši 205 000 Kč, tj. ve snížené výši oproti žádosti z důvodu omezených finančních prostředků </w:t>
      </w:r>
      <w:r w:rsidR="001A4902">
        <w:t xml:space="preserve">alokovaných v dotačním programu, </w:t>
      </w:r>
      <w:r>
        <w:t>TJ ČZ Strakonice, spolek, oddílu házené, Máchova 108,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 xml:space="preserve">00475921 </w:t>
      </w:r>
      <w:r w:rsidRPr="004F09F4">
        <w:rPr>
          <w:szCs w:val="22"/>
        </w:rPr>
        <w:t>na účast v oficiálních soutěžích a na přípravných utkáních - náklady na dopravu a cestovné na soutěže a tréninky, na ubytování hráčů při sportovních akcích a přípravě mimo území města Strakonice, náklady za výkon rozhodčích a delegátů vč</w:t>
      </w:r>
      <w:r w:rsidR="00FC18CC">
        <w:rPr>
          <w:szCs w:val="22"/>
        </w:rPr>
        <w:t>.</w:t>
      </w:r>
      <w:r w:rsidRPr="004F09F4">
        <w:rPr>
          <w:szCs w:val="22"/>
        </w:rPr>
        <w:t xml:space="preserve"> cestovného v rámci soutěží, na úhradu týmového startovného v soutěžích mužů a na turnajích, na obnovu a nákup sportovního vybavení, zdravotnického materiálu a tréninkových pomůcek, náklady na nájemné za sportoviště, odměny trenérů aj.</w:t>
      </w:r>
    </w:p>
    <w:p w:rsidR="00FF63C7" w:rsidRPr="004F09F4" w:rsidRDefault="00FF63C7" w:rsidP="00FF63C7">
      <w:pPr>
        <w:pStyle w:val="Nadpis3"/>
      </w:pPr>
      <w:r w:rsidRPr="004F09F4">
        <w:t>X</w:t>
      </w:r>
      <w:r>
        <w:t>I</w:t>
      </w:r>
      <w:r w:rsidRPr="004F09F4">
        <w:t>X.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10 000 Kč, tj. ve snížené výši oproti žádosti z důvodu omezených finančních prostředků </w:t>
      </w:r>
      <w:r w:rsidR="001A4902">
        <w:t>alokovaných v dotačním programu,</w:t>
      </w:r>
      <w:r>
        <w:t xml:space="preserve"> TJ ČZ Strakonice, spolek, oddílu sport pro všechny, Máchova 108,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>00475921</w:t>
      </w:r>
      <w:r w:rsidRPr="004F09F4">
        <w:rPr>
          <w:szCs w:val="22"/>
        </w:rPr>
        <w:t>částečná úhrada nájemného ve školních tělocvičnách a sokolovně TJ Sokol</w:t>
      </w:r>
      <w:r>
        <w:rPr>
          <w:szCs w:val="22"/>
        </w:rPr>
        <w:t>.</w:t>
      </w:r>
    </w:p>
    <w:p w:rsidR="00FF63C7" w:rsidRPr="004F09F4" w:rsidRDefault="00FF63C7" w:rsidP="00FF63C7">
      <w:pPr>
        <w:pStyle w:val="Nadpis3"/>
      </w:pPr>
      <w:r w:rsidRPr="004F09F4">
        <w:t>XX.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25 000 Kč, tj. ve snížené výši oproti žádosti z důvodu omezených finančních prostředků </w:t>
      </w:r>
      <w:r w:rsidR="001A4902">
        <w:t xml:space="preserve">alokovaných v dotačním programu, </w:t>
      </w:r>
      <w:r>
        <w:t>TJ ČZ Strakonice, spolek, oddílu stolního tenisu, Máchova 108,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>00475921</w:t>
      </w:r>
      <w:r w:rsidRPr="004F09F4">
        <w:rPr>
          <w:szCs w:val="22"/>
        </w:rPr>
        <w:t>na sportovní vybavení (stoly, počítadla), dresy (dresy, šortky)</w:t>
      </w:r>
      <w:r>
        <w:rPr>
          <w:szCs w:val="22"/>
        </w:rPr>
        <w:t>.</w:t>
      </w:r>
    </w:p>
    <w:p w:rsidR="00FF63C7" w:rsidRPr="0054585F" w:rsidRDefault="00FF63C7" w:rsidP="00FF63C7">
      <w:pPr>
        <w:pStyle w:val="Nadpis3"/>
      </w:pPr>
      <w:r w:rsidRPr="0054585F">
        <w:t>XXI.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15 000 Kč, tj. ve snížené výši oproti žádosti z důvodu omezených finančních prostředků </w:t>
      </w:r>
      <w:r w:rsidR="001A4902">
        <w:t xml:space="preserve">alokovaných v dotačním programu, Potápěčům Strakonice, spolek, </w:t>
      </w:r>
      <w:r>
        <w:t>Kosmonautů 1242,</w:t>
      </w:r>
      <w:r w:rsidRPr="00204A28">
        <w:rPr>
          <w:szCs w:val="22"/>
        </w:rPr>
        <w:t xml:space="preserve"> 386 01 Strakonice, IČO:</w:t>
      </w:r>
      <w:r>
        <w:rPr>
          <w:szCs w:val="22"/>
        </w:rPr>
        <w:t xml:space="preserve"> 22662057 </w:t>
      </w:r>
      <w:r w:rsidRPr="0054585F">
        <w:rPr>
          <w:szCs w:val="22"/>
        </w:rPr>
        <w:t>na úhradu nájemného v zařízení STARZ, na opravu dvou člunů v majetku klubu</w:t>
      </w:r>
      <w:r>
        <w:rPr>
          <w:szCs w:val="22"/>
        </w:rPr>
        <w:t>.</w:t>
      </w:r>
    </w:p>
    <w:p w:rsidR="00FF63C7" w:rsidRPr="0054585F" w:rsidRDefault="00FF63C7" w:rsidP="00FF63C7">
      <w:pPr>
        <w:pStyle w:val="Nadpis3"/>
      </w:pPr>
      <w:r w:rsidRPr="0054585F">
        <w:t>XXII. Souhlasí</w:t>
      </w:r>
    </w:p>
    <w:p w:rsidR="00FF63C7" w:rsidRDefault="00FF63C7" w:rsidP="00FF63C7">
      <w:pPr>
        <w:jc w:val="both"/>
        <w:rPr>
          <w:szCs w:val="22"/>
        </w:rPr>
      </w:pPr>
      <w:r>
        <w:t>s poskytnutím dotace ve výši 5 000 Kč, tj. ve snížené výši oproti žádosti z důvodu o</w:t>
      </w:r>
      <w:r w:rsidR="00FF376C">
        <w:t>mezených finančních prostředků</w:t>
      </w:r>
      <w:r>
        <w:t> </w:t>
      </w:r>
      <w:r w:rsidR="00FF376C">
        <w:t xml:space="preserve">alokovaných v dotačním programu, </w:t>
      </w:r>
      <w:r>
        <w:t>TJ ČZ Strakonice, spolek, oddílu šachu, Máchova 108,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 xml:space="preserve">00475921 </w:t>
      </w:r>
      <w:r w:rsidRPr="0054585F">
        <w:rPr>
          <w:szCs w:val="22"/>
        </w:rPr>
        <w:t>na částečnou úhradu nákladů na cestovné k zápasům a turnajům, obnova základního vybavení</w:t>
      </w:r>
      <w:r>
        <w:rPr>
          <w:szCs w:val="22"/>
        </w:rPr>
        <w:t>.</w:t>
      </w:r>
    </w:p>
    <w:p w:rsidR="00FF63C7" w:rsidRPr="0054585F" w:rsidRDefault="00FF63C7" w:rsidP="00FF63C7">
      <w:pPr>
        <w:pStyle w:val="Nadpis3"/>
      </w:pPr>
      <w:r w:rsidRPr="0054585F">
        <w:t>XX</w:t>
      </w:r>
      <w:r>
        <w:t>II</w:t>
      </w:r>
      <w:r w:rsidRPr="0054585F">
        <w:t>I. Souhlasí</w:t>
      </w:r>
    </w:p>
    <w:p w:rsidR="00FF63C7" w:rsidRDefault="00FF63C7" w:rsidP="00FF63C7">
      <w:pPr>
        <w:jc w:val="both"/>
        <w:rPr>
          <w:szCs w:val="22"/>
        </w:rPr>
      </w:pPr>
      <w:r>
        <w:t>s poskytnutím dotace ve výši 30 000 Kč, tj. ve snížené výši oproti žádosti z důvodu o</w:t>
      </w:r>
      <w:r w:rsidR="00FF376C">
        <w:t>mezených finančních prostředků</w:t>
      </w:r>
      <w:r>
        <w:t> </w:t>
      </w:r>
      <w:r w:rsidR="00FF376C">
        <w:t>alokovaných v dotačním programu,</w:t>
      </w:r>
      <w:r w:rsidR="00FF376C" w:rsidRPr="0054585F">
        <w:t xml:space="preserve"> </w:t>
      </w:r>
      <w:r w:rsidRPr="0054585F">
        <w:t>SH ČMS - Sbor dobrovolných hasičů Strakonice I</w:t>
      </w:r>
      <w:r>
        <w:t>, p. s., Sokolovská 38,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 xml:space="preserve">65016980 </w:t>
      </w:r>
      <w:r w:rsidRPr="0054585F">
        <w:rPr>
          <w:szCs w:val="22"/>
        </w:rPr>
        <w:t xml:space="preserve">na pořízení </w:t>
      </w:r>
      <w:r w:rsidRPr="0054585F">
        <w:rPr>
          <w:szCs w:val="22"/>
        </w:rPr>
        <w:lastRenderedPageBreak/>
        <w:t>přívěsného vozíku, sportovní hadice, proudnice, cestovné, startovné, náklady na soutěžní činnost</w:t>
      </w:r>
      <w:r>
        <w:rPr>
          <w:szCs w:val="22"/>
        </w:rPr>
        <w:t>.</w:t>
      </w:r>
    </w:p>
    <w:p w:rsidR="00FF63C7" w:rsidRPr="0054585F" w:rsidRDefault="00FF63C7" w:rsidP="00FF63C7">
      <w:pPr>
        <w:pStyle w:val="Nadpis3"/>
      </w:pPr>
      <w:r w:rsidRPr="0054585F">
        <w:t>XX</w:t>
      </w:r>
      <w:r>
        <w:t>I</w:t>
      </w:r>
      <w:r w:rsidRPr="0054585F">
        <w:t>V.</w:t>
      </w:r>
      <w:r>
        <w:t xml:space="preserve"> Doporučuje ZM</w:t>
      </w:r>
    </w:p>
    <w:p w:rsidR="00FF63C7" w:rsidRDefault="00FF63C7" w:rsidP="00FF63C7">
      <w:pPr>
        <w:jc w:val="both"/>
        <w:rPr>
          <w:szCs w:val="22"/>
        </w:rPr>
      </w:pPr>
      <w:r>
        <w:t xml:space="preserve">souhlasit s poskytnutím dotace ve výši 65 000 Kč, tj. ve snížené výši oproti žádosti z důvodu omezených finančních prostředků </w:t>
      </w:r>
      <w:r w:rsidR="00FF376C">
        <w:t xml:space="preserve">alokovaných v dotačním programu, </w:t>
      </w:r>
      <w:r>
        <w:t>Aeroklubu</w:t>
      </w:r>
      <w:r w:rsidRPr="0054585F">
        <w:t xml:space="preserve"> Strakonice I</w:t>
      </w:r>
      <w:r>
        <w:t xml:space="preserve">, z. </w:t>
      </w:r>
      <w:proofErr w:type="gramStart"/>
      <w:r>
        <w:t>s.</w:t>
      </w:r>
      <w:proofErr w:type="gramEnd"/>
      <w:r>
        <w:t>, V Lipkách 96,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 xml:space="preserve">00675645 </w:t>
      </w:r>
      <w:r w:rsidRPr="0054585F">
        <w:rPr>
          <w:szCs w:val="22"/>
        </w:rPr>
        <w:t>tréninkové seskoky, letecké soustředění plachtařů GLD, parašutistů PAR a pilotů motorových letadel</w:t>
      </w:r>
      <w:r>
        <w:rPr>
          <w:szCs w:val="22"/>
        </w:rPr>
        <w:t>.</w:t>
      </w:r>
    </w:p>
    <w:p w:rsidR="00FF63C7" w:rsidRPr="0054585F" w:rsidRDefault="00FF63C7" w:rsidP="00FF63C7">
      <w:pPr>
        <w:pStyle w:val="Nadpis3"/>
      </w:pPr>
      <w:r w:rsidRPr="0054585F">
        <w:t>XXV. Souhlasí</w:t>
      </w:r>
    </w:p>
    <w:p w:rsidR="00FF63C7" w:rsidRDefault="00FF63C7" w:rsidP="00FF63C7">
      <w:pPr>
        <w:jc w:val="both"/>
        <w:rPr>
          <w:szCs w:val="22"/>
        </w:rPr>
      </w:pPr>
      <w:r>
        <w:t xml:space="preserve">s poskytnutím dotace ve výši 30 000 Kč, tj. ve snížené výši oproti žádosti z důvodu omezených finančních prostředků </w:t>
      </w:r>
      <w:r w:rsidR="00FF376C">
        <w:t xml:space="preserve">alokovaných v dotačním programu, </w:t>
      </w:r>
      <w:proofErr w:type="spellStart"/>
      <w:r>
        <w:t>Cobra</w:t>
      </w:r>
      <w:proofErr w:type="spellEnd"/>
      <w:r>
        <w:t xml:space="preserve"> </w:t>
      </w:r>
      <w:proofErr w:type="spellStart"/>
      <w:r>
        <w:t>Ryu</w:t>
      </w:r>
      <w:proofErr w:type="spellEnd"/>
      <w:r>
        <w:t xml:space="preserve"> </w:t>
      </w:r>
      <w:r w:rsidRPr="0054585F">
        <w:t>Strakonice I</w:t>
      </w:r>
      <w:r>
        <w:t xml:space="preserve">, z. </w:t>
      </w:r>
      <w:proofErr w:type="gramStart"/>
      <w:r>
        <w:t>s.</w:t>
      </w:r>
      <w:proofErr w:type="gramEnd"/>
      <w:r>
        <w:t>, Volyňská 157,</w:t>
      </w:r>
      <w:r w:rsidRPr="00204A28">
        <w:rPr>
          <w:szCs w:val="22"/>
        </w:rPr>
        <w:t xml:space="preserve"> 386 01 Strakonice, IČO: </w:t>
      </w:r>
      <w:r>
        <w:rPr>
          <w:szCs w:val="22"/>
        </w:rPr>
        <w:t xml:space="preserve">22688919 </w:t>
      </w:r>
      <w:r w:rsidRPr="0054585F">
        <w:rPr>
          <w:szCs w:val="22"/>
        </w:rPr>
        <w:t>na pronájem sportoviště, letní soustředění, startovné, náklady na dopravu na turnaje a soutěže</w:t>
      </w:r>
      <w:r>
        <w:rPr>
          <w:szCs w:val="22"/>
        </w:rPr>
        <w:t>.</w:t>
      </w:r>
    </w:p>
    <w:p w:rsidR="00FF63C7" w:rsidRPr="00EA143E" w:rsidRDefault="00FF376C" w:rsidP="00FF63C7">
      <w:pPr>
        <w:pStyle w:val="Nadpis3"/>
      </w:pPr>
      <w:r>
        <w:t>XXVI</w:t>
      </w:r>
      <w:r w:rsidR="00FF63C7" w:rsidRPr="00EA143E">
        <w:t>. Nesouhlasí</w:t>
      </w:r>
    </w:p>
    <w:p w:rsidR="00FF63C7" w:rsidRDefault="00FF63C7" w:rsidP="00FF63C7">
      <w:pPr>
        <w:jc w:val="both"/>
        <w:rPr>
          <w:szCs w:val="22"/>
        </w:rPr>
      </w:pPr>
      <w:r>
        <w:rPr>
          <w:szCs w:val="22"/>
        </w:rPr>
        <w:t xml:space="preserve">s poskytnutím dotace Fotbalovému klubu Vodňany, z. </w:t>
      </w:r>
      <w:proofErr w:type="gramStart"/>
      <w:r>
        <w:rPr>
          <w:szCs w:val="22"/>
        </w:rPr>
        <w:t>s.</w:t>
      </w:r>
      <w:proofErr w:type="gramEnd"/>
      <w:r>
        <w:rPr>
          <w:szCs w:val="22"/>
        </w:rPr>
        <w:t xml:space="preserve">, </w:t>
      </w:r>
      <w:proofErr w:type="spellStart"/>
      <w:r>
        <w:rPr>
          <w:szCs w:val="22"/>
        </w:rPr>
        <w:t>Bavorovská</w:t>
      </w:r>
      <w:proofErr w:type="spellEnd"/>
      <w:r>
        <w:rPr>
          <w:szCs w:val="22"/>
        </w:rPr>
        <w:t xml:space="preserve"> 1347, Vodňany, </w:t>
      </w:r>
      <w:r>
        <w:rPr>
          <w:szCs w:val="22"/>
        </w:rPr>
        <w:br/>
        <w:t>IČO 48223751 z důvodu nesplnění podmínek stanovených dotačním programem.</w:t>
      </w:r>
    </w:p>
    <w:p w:rsidR="00FF63C7" w:rsidRPr="000358E0" w:rsidRDefault="00FF63C7" w:rsidP="00FF63C7">
      <w:pPr>
        <w:pStyle w:val="Nadpis3"/>
      </w:pPr>
      <w:r w:rsidRPr="000358E0">
        <w:rPr>
          <w:szCs w:val="22"/>
        </w:rPr>
        <w:t>XXVI</w:t>
      </w:r>
      <w:r>
        <w:rPr>
          <w:szCs w:val="22"/>
        </w:rPr>
        <w:t>I</w:t>
      </w:r>
      <w:r w:rsidRPr="000358E0">
        <w:rPr>
          <w:szCs w:val="22"/>
        </w:rPr>
        <w:t xml:space="preserve">. </w:t>
      </w:r>
      <w:r w:rsidRPr="000358E0">
        <w:t>Souhlasí</w:t>
      </w:r>
    </w:p>
    <w:p w:rsidR="00FF63C7" w:rsidRPr="005146B2" w:rsidRDefault="00FF63C7" w:rsidP="00FF63C7">
      <w:pPr>
        <w:spacing w:line="259" w:lineRule="auto"/>
        <w:jc w:val="both"/>
      </w:pPr>
      <w:r w:rsidRPr="005146B2">
        <w:t>s uzavřením veřejnoprávních smluv v předloženém znění.</w:t>
      </w:r>
    </w:p>
    <w:p w:rsidR="00FF63C7" w:rsidRPr="000358E0" w:rsidRDefault="00FF63C7" w:rsidP="00FF63C7">
      <w:pPr>
        <w:pStyle w:val="Nadpis3"/>
        <w:spacing w:line="259" w:lineRule="auto"/>
      </w:pPr>
      <w:r w:rsidRPr="000358E0">
        <w:t>XX</w:t>
      </w:r>
      <w:r w:rsidR="00FF376C">
        <w:t>VIII</w:t>
      </w:r>
      <w:r w:rsidRPr="000358E0">
        <w:t>. Pověřuje</w:t>
      </w:r>
    </w:p>
    <w:p w:rsidR="00FF63C7" w:rsidRDefault="00FF63C7" w:rsidP="00FF63C7">
      <w:pPr>
        <w:spacing w:line="259" w:lineRule="auto"/>
        <w:jc w:val="both"/>
      </w:pPr>
      <w:r w:rsidRPr="005146B2">
        <w:t>staros</w:t>
      </w:r>
      <w:r>
        <w:t>t</w:t>
      </w:r>
      <w:r w:rsidRPr="005146B2">
        <w:t>u města podpisem uvedených veřejnoprávních smluv.</w:t>
      </w:r>
    </w:p>
    <w:p w:rsidR="00FF63C7" w:rsidRPr="004F09F4" w:rsidRDefault="00FF63C7" w:rsidP="00FF63C7">
      <w:pPr>
        <w:jc w:val="both"/>
        <w:rPr>
          <w:szCs w:val="22"/>
        </w:rPr>
      </w:pPr>
    </w:p>
    <w:p w:rsidR="006F7FAE" w:rsidRPr="006F7FAE" w:rsidRDefault="006F7FAE" w:rsidP="006F7FA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 w:rsidRPr="006F7FAE">
        <w:rPr>
          <w:b/>
          <w:bCs/>
          <w:sz w:val="28"/>
          <w:u w:val="single"/>
        </w:rPr>
        <w:t>2) Zásady hodnocení ředitelů mateřských škol a základních škol zřizovaných městem Strakonice v návaznosti na odměňování</w:t>
      </w:r>
    </w:p>
    <w:p w:rsidR="006F7FAE" w:rsidRPr="006F7FAE" w:rsidRDefault="006F7FAE" w:rsidP="006F7FAE"/>
    <w:p w:rsidR="009E6F97" w:rsidRDefault="009E6F97" w:rsidP="009E6F9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F7FAE" w:rsidRPr="006F7FAE" w:rsidRDefault="006F7FAE" w:rsidP="006F7FAE">
      <w:r w:rsidRPr="006F7FAE">
        <w:t>RM po projednání</w:t>
      </w:r>
    </w:p>
    <w:p w:rsidR="006F7FAE" w:rsidRPr="006F7FAE" w:rsidRDefault="006F7FAE" w:rsidP="006F7FAE"/>
    <w:p w:rsidR="006F7FAE" w:rsidRPr="006F7FAE" w:rsidRDefault="006F7FAE" w:rsidP="006F7FAE">
      <w:pPr>
        <w:keepNext/>
        <w:outlineLvl w:val="2"/>
        <w:rPr>
          <w:b/>
          <w:bCs/>
          <w:szCs w:val="26"/>
          <w:u w:val="single"/>
        </w:rPr>
      </w:pPr>
      <w:r w:rsidRPr="006F7FAE">
        <w:rPr>
          <w:b/>
          <w:bCs/>
          <w:szCs w:val="26"/>
          <w:u w:val="single"/>
        </w:rPr>
        <w:t>I. Schvaluje</w:t>
      </w:r>
    </w:p>
    <w:p w:rsidR="006F7FAE" w:rsidRPr="006F7FAE" w:rsidRDefault="006F7FAE" w:rsidP="006F7FAE">
      <w:pPr>
        <w:widowControl w:val="0"/>
        <w:autoSpaceDE w:val="0"/>
        <w:autoSpaceDN w:val="0"/>
        <w:adjustRightInd w:val="0"/>
        <w:jc w:val="both"/>
      </w:pPr>
      <w:r w:rsidRPr="006F7FAE">
        <w:t>Zásady hodnocení ředitelů mateřských škol a základních škol zřizovaných městem Strakonice v návaznosti na odměňování dle předloženého návrhu.</w:t>
      </w:r>
    </w:p>
    <w:p w:rsidR="006F7FAE" w:rsidRPr="006F7FAE" w:rsidRDefault="006F7FAE" w:rsidP="006F7FA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F7FAE" w:rsidRPr="006F7FAE" w:rsidRDefault="006F7FAE" w:rsidP="006F7FAE">
      <w:pPr>
        <w:keepNext/>
        <w:outlineLvl w:val="2"/>
        <w:rPr>
          <w:b/>
          <w:bCs/>
          <w:szCs w:val="26"/>
          <w:u w:val="single"/>
        </w:rPr>
      </w:pPr>
      <w:r w:rsidRPr="006F7FAE">
        <w:rPr>
          <w:b/>
          <w:bCs/>
          <w:szCs w:val="26"/>
          <w:u w:val="single"/>
        </w:rPr>
        <w:t>II. Ukládá</w:t>
      </w:r>
    </w:p>
    <w:p w:rsidR="006F7FAE" w:rsidRPr="006F7FAE" w:rsidRDefault="006F7FAE" w:rsidP="006F7FA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 w:rsidRPr="006F7FAE">
        <w:t xml:space="preserve">odboru školství a cestovního ruchu informovat ředitele základních škol a mateřských škol zřizovaných městem Strakonice o schválených Zásadách hodnocení ředitelů mateřských škol a základních škol zřizovaných městem Strakonice v návaznosti na odměňování dle předloženého návrhu a s účinností od </w:t>
      </w:r>
      <w:proofErr w:type="gramStart"/>
      <w:r w:rsidRPr="006F7FAE">
        <w:t>01.10.2018</w:t>
      </w:r>
      <w:proofErr w:type="gramEnd"/>
      <w:r w:rsidRPr="006F7FAE">
        <w:t xml:space="preserve"> podle nich postupovat.</w:t>
      </w:r>
    </w:p>
    <w:p w:rsidR="006F7FAE" w:rsidRPr="006F7FAE" w:rsidRDefault="006F7FAE" w:rsidP="006F7FA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6F7FAE" w:rsidRPr="006F7FAE" w:rsidRDefault="006F7FAE" w:rsidP="006F7FAE">
      <w:pPr>
        <w:jc w:val="both"/>
      </w:pPr>
    </w:p>
    <w:p w:rsidR="0076217C" w:rsidRPr="005D20EA" w:rsidRDefault="0076217C" w:rsidP="0076217C">
      <w:pPr>
        <w:pStyle w:val="Nadpis2"/>
        <w:jc w:val="both"/>
        <w:rPr>
          <w:b w:val="0"/>
          <w:color w:val="000000" w:themeColor="text1"/>
        </w:rPr>
      </w:pPr>
      <w:r>
        <w:rPr>
          <w:color w:val="000000" w:themeColor="text1"/>
        </w:rPr>
        <w:t>3</w:t>
      </w:r>
      <w:r w:rsidRPr="005D20EA">
        <w:rPr>
          <w:color w:val="000000" w:themeColor="text1"/>
        </w:rPr>
        <w:t>) Základní škola F. L. Čelakovského – žádost o souhlas s přijetím finančního daru</w:t>
      </w:r>
    </w:p>
    <w:p w:rsidR="0076217C" w:rsidRDefault="0076217C" w:rsidP="0076217C"/>
    <w:p w:rsidR="0076217C" w:rsidRDefault="0076217C" w:rsidP="0076217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6217C" w:rsidRDefault="0076217C" w:rsidP="0076217C">
      <w:pPr>
        <w:jc w:val="both"/>
      </w:pPr>
      <w:r>
        <w:t xml:space="preserve">RM pro projednání </w:t>
      </w:r>
    </w:p>
    <w:p w:rsidR="0076217C" w:rsidRDefault="0076217C" w:rsidP="0076217C">
      <w:pPr>
        <w:jc w:val="both"/>
      </w:pPr>
    </w:p>
    <w:p w:rsidR="0076217C" w:rsidRPr="005D20EA" w:rsidRDefault="0076217C" w:rsidP="0076217C">
      <w:pPr>
        <w:pStyle w:val="Nadpis3"/>
        <w:rPr>
          <w:b w:val="0"/>
        </w:rPr>
      </w:pPr>
      <w:r w:rsidRPr="005D20EA">
        <w:t xml:space="preserve">I. </w:t>
      </w:r>
      <w:r w:rsidRPr="005726B3">
        <w:t>Souhlasí</w:t>
      </w:r>
    </w:p>
    <w:p w:rsidR="0076217C" w:rsidRDefault="0076217C" w:rsidP="0076217C">
      <w:pPr>
        <w:jc w:val="both"/>
      </w:pPr>
      <w:r>
        <w:t xml:space="preserve">s přijetím finančního daru ve výši </w:t>
      </w:r>
      <w:r w:rsidR="00920249">
        <w:t>10.034</w:t>
      </w:r>
      <w:r>
        <w:t xml:space="preserve"> Kč od WOMEN FOR WOMEN, o.p.s., Vlastislavova 152/4, Praha 4, který bude použit na uhrazení stravného ve školní jídelně při ZŠ F. L. Čelakovského</w:t>
      </w:r>
      <w:r w:rsidR="00597C07">
        <w:t xml:space="preserve">, </w:t>
      </w:r>
      <w:r w:rsidR="00920249">
        <w:t>Jezerní</w:t>
      </w:r>
      <w:r w:rsidR="00597C07">
        <w:t xml:space="preserve"> 1280</w:t>
      </w:r>
      <w:r>
        <w:t xml:space="preserve"> pro </w:t>
      </w:r>
      <w:r w:rsidR="00920249">
        <w:t>7</w:t>
      </w:r>
      <w:r>
        <w:t xml:space="preserve"> žáků v rámci charitativního projektu Obědy pro děti, a to v období od </w:t>
      </w:r>
      <w:proofErr w:type="gramStart"/>
      <w:r w:rsidR="00920249">
        <w:t>01.10.2018</w:t>
      </w:r>
      <w:proofErr w:type="gramEnd"/>
      <w:r w:rsidR="00920249">
        <w:t xml:space="preserve"> do 31.12.2018</w:t>
      </w:r>
      <w:r>
        <w:t xml:space="preserve">. </w:t>
      </w:r>
    </w:p>
    <w:p w:rsidR="0076217C" w:rsidRDefault="0076217C" w:rsidP="0076217C">
      <w:pPr>
        <w:jc w:val="both"/>
      </w:pPr>
    </w:p>
    <w:p w:rsidR="00182FD2" w:rsidRPr="002C0189" w:rsidRDefault="00182FD2" w:rsidP="00182FD2">
      <w:pPr>
        <w:keepNext/>
        <w:keepLines/>
        <w:spacing w:before="40"/>
        <w:outlineLvl w:val="1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lastRenderedPageBreak/>
        <w:t>4</w:t>
      </w:r>
      <w:r w:rsidRPr="002C0189">
        <w:rPr>
          <w:b/>
          <w:color w:val="000000"/>
          <w:sz w:val="28"/>
          <w:szCs w:val="28"/>
          <w:u w:val="single"/>
        </w:rPr>
        <w:t xml:space="preserve">) </w:t>
      </w:r>
      <w:r w:rsidR="00033B38">
        <w:rPr>
          <w:b/>
          <w:color w:val="000000"/>
          <w:sz w:val="28"/>
          <w:szCs w:val="28"/>
          <w:u w:val="single"/>
        </w:rPr>
        <w:t>Žádost o změnu v p</w:t>
      </w:r>
      <w:r w:rsidRPr="002C0189">
        <w:rPr>
          <w:b/>
          <w:color w:val="000000"/>
          <w:sz w:val="28"/>
          <w:szCs w:val="28"/>
          <w:u w:val="single"/>
        </w:rPr>
        <w:t xml:space="preserve">ovolení výjimky z počtu dětí ve třídě mateřské školy v MŠ </w:t>
      </w:r>
      <w:r>
        <w:rPr>
          <w:b/>
          <w:color w:val="000000"/>
          <w:sz w:val="28"/>
          <w:szCs w:val="28"/>
          <w:u w:val="single"/>
        </w:rPr>
        <w:t xml:space="preserve">Strakonice, </w:t>
      </w:r>
      <w:r w:rsidRPr="002C0189">
        <w:rPr>
          <w:b/>
          <w:color w:val="000000"/>
          <w:sz w:val="28"/>
          <w:szCs w:val="28"/>
          <w:u w:val="single"/>
        </w:rPr>
        <w:t>Lidická 625</w:t>
      </w:r>
      <w:r>
        <w:rPr>
          <w:b/>
          <w:color w:val="000000"/>
          <w:sz w:val="28"/>
          <w:szCs w:val="28"/>
          <w:u w:val="single"/>
        </w:rPr>
        <w:t xml:space="preserve"> a v MŠ Strakonice, A. B. Svojsíka 892</w:t>
      </w:r>
    </w:p>
    <w:p w:rsidR="00182FD2" w:rsidRPr="002C0189" w:rsidRDefault="00182FD2" w:rsidP="00182FD2"/>
    <w:p w:rsidR="00182FD2" w:rsidRPr="002C0189" w:rsidRDefault="00182FD2" w:rsidP="00182FD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C0189">
        <w:rPr>
          <w:b/>
          <w:bCs/>
          <w:u w:val="single"/>
        </w:rPr>
        <w:t>Návrh usnesení:</w:t>
      </w:r>
    </w:p>
    <w:p w:rsidR="00182FD2" w:rsidRPr="002C0189" w:rsidRDefault="00182FD2" w:rsidP="00182FD2">
      <w:pPr>
        <w:widowControl w:val="0"/>
        <w:autoSpaceDE w:val="0"/>
        <w:autoSpaceDN w:val="0"/>
        <w:adjustRightInd w:val="0"/>
        <w:jc w:val="both"/>
      </w:pPr>
      <w:r w:rsidRPr="002C0189">
        <w:t>RM po projednání:</w:t>
      </w:r>
    </w:p>
    <w:p w:rsidR="00182FD2" w:rsidRPr="002C0189" w:rsidRDefault="00182FD2" w:rsidP="00182FD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182FD2" w:rsidRPr="002C0189" w:rsidRDefault="00182FD2" w:rsidP="00182FD2">
      <w:pPr>
        <w:keepNext/>
        <w:keepLines/>
        <w:spacing w:before="40"/>
        <w:outlineLvl w:val="2"/>
        <w:rPr>
          <w:b/>
          <w:u w:val="single"/>
        </w:rPr>
      </w:pPr>
      <w:r w:rsidRPr="002C0189">
        <w:rPr>
          <w:b/>
          <w:u w:val="single"/>
        </w:rPr>
        <w:t>I. Souhlasí</w:t>
      </w:r>
    </w:p>
    <w:p w:rsidR="00182FD2" w:rsidRPr="002C0189" w:rsidRDefault="00182FD2" w:rsidP="00182FD2">
      <w:pPr>
        <w:jc w:val="both"/>
      </w:pPr>
      <w:r w:rsidRPr="002C0189">
        <w:t>s povolením výjimky z počtu dětí ve třídě mateřské školy pro školní rok 201</w:t>
      </w:r>
      <w:r>
        <w:t>8</w:t>
      </w:r>
      <w:r w:rsidRPr="002C0189">
        <w:t>/201</w:t>
      </w:r>
      <w:r>
        <w:t>9</w:t>
      </w:r>
      <w:r w:rsidRPr="002C0189">
        <w:t xml:space="preserve"> v MŠ </w:t>
      </w:r>
      <w:r>
        <w:t xml:space="preserve">Strakonice, </w:t>
      </w:r>
      <w:r w:rsidRPr="002C0189">
        <w:t xml:space="preserve">Lidická </w:t>
      </w:r>
      <w:r>
        <w:t>625,</w:t>
      </w:r>
      <w:r w:rsidRPr="002C0189">
        <w:t xml:space="preserve"> odloučeném pracovišti MŠ Školní </w:t>
      </w:r>
      <w:r>
        <w:t>v 1. třídě a ve 2. třídě na 28 dětí a ve 3. třídě a ve 4. třídě na 27 dětí</w:t>
      </w:r>
      <w:r w:rsidRPr="002C0189">
        <w:t xml:space="preserve"> za předpokladu, že zvýšení počtu dětí nebude na újmu kvalitě vzdělávací činnosti školy a při splnění podmínek bezpečnosti a ochrany zdraví.</w:t>
      </w:r>
    </w:p>
    <w:p w:rsidR="00182FD2" w:rsidRPr="002C0189" w:rsidRDefault="00182FD2" w:rsidP="00182FD2"/>
    <w:p w:rsidR="00182FD2" w:rsidRPr="002C0189" w:rsidRDefault="00182FD2" w:rsidP="00182FD2">
      <w:pPr>
        <w:keepNext/>
        <w:keepLines/>
        <w:spacing w:before="40"/>
        <w:outlineLvl w:val="2"/>
        <w:rPr>
          <w:b/>
          <w:u w:val="single"/>
        </w:rPr>
      </w:pPr>
      <w:r w:rsidRPr="002C0189">
        <w:rPr>
          <w:b/>
          <w:u w:val="single"/>
        </w:rPr>
        <w:t>I. Souhlasí</w:t>
      </w:r>
    </w:p>
    <w:p w:rsidR="00182FD2" w:rsidRPr="00880C01" w:rsidRDefault="00182FD2" w:rsidP="00182FD2">
      <w:pPr>
        <w:jc w:val="both"/>
      </w:pPr>
      <w:r w:rsidRPr="00880C01">
        <w:t>s povolením výjimky z počtu dětí ve třídě mateřské školy pro školní rok 2018/2019 v</w:t>
      </w:r>
      <w:r>
        <w:t> </w:t>
      </w:r>
      <w:r w:rsidRPr="00880C01">
        <w:t>MŠ</w:t>
      </w:r>
      <w:r>
        <w:t xml:space="preserve"> Strakonice,</w:t>
      </w:r>
      <w:r w:rsidRPr="00880C01">
        <w:t xml:space="preserve"> A. B. Svojsíka </w:t>
      </w:r>
      <w:r>
        <w:t>892 ve všech třídách</w:t>
      </w:r>
      <w:r w:rsidRPr="00880C01">
        <w:t xml:space="preserve"> na 28 dětí za předpokladu, že zvýšení počtu dětí nebude na újmu kvalitě vzdělávací činnosti školy a při splnění podmínek bezpečnosti a ochrany zdraví.</w:t>
      </w:r>
    </w:p>
    <w:p w:rsidR="00182FD2" w:rsidRPr="002C0189" w:rsidRDefault="00182FD2" w:rsidP="00182FD2"/>
    <w:p w:rsidR="00A27630" w:rsidRPr="002C0189" w:rsidRDefault="00A27630" w:rsidP="00A27630">
      <w:pPr>
        <w:keepNext/>
        <w:keepLines/>
        <w:spacing w:before="40"/>
        <w:outlineLvl w:val="1"/>
      </w:pPr>
      <w:r>
        <w:rPr>
          <w:b/>
          <w:color w:val="000000"/>
          <w:sz w:val="28"/>
          <w:szCs w:val="28"/>
          <w:u w:val="single"/>
        </w:rPr>
        <w:t>5</w:t>
      </w:r>
      <w:r w:rsidRPr="002C0189">
        <w:rPr>
          <w:b/>
          <w:color w:val="000000"/>
          <w:sz w:val="28"/>
          <w:szCs w:val="28"/>
          <w:u w:val="single"/>
        </w:rPr>
        <w:t xml:space="preserve">) </w:t>
      </w:r>
      <w:r>
        <w:rPr>
          <w:b/>
          <w:color w:val="000000"/>
          <w:sz w:val="28"/>
          <w:szCs w:val="28"/>
          <w:u w:val="single"/>
        </w:rPr>
        <w:t xml:space="preserve">Individuální dotace </w:t>
      </w:r>
    </w:p>
    <w:p w:rsidR="00A27630" w:rsidRPr="002C0189" w:rsidRDefault="00A27630" w:rsidP="00A27630">
      <w:pPr>
        <w:jc w:val="both"/>
      </w:pPr>
    </w:p>
    <w:p w:rsidR="00A27630" w:rsidRPr="002C0189" w:rsidRDefault="00A27630" w:rsidP="00A27630">
      <w:pPr>
        <w:widowControl w:val="0"/>
        <w:autoSpaceDE w:val="0"/>
        <w:autoSpaceDN w:val="0"/>
        <w:adjustRightInd w:val="0"/>
        <w:jc w:val="both"/>
      </w:pPr>
    </w:p>
    <w:p w:rsidR="00A27630" w:rsidRPr="002C0189" w:rsidRDefault="00A27630" w:rsidP="00A27630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C0189">
        <w:rPr>
          <w:b/>
          <w:bCs/>
          <w:u w:val="single"/>
        </w:rPr>
        <w:t>Návrh usnesení:</w:t>
      </w:r>
    </w:p>
    <w:p w:rsidR="00A27630" w:rsidRPr="002C0189" w:rsidRDefault="00A27630" w:rsidP="00A27630">
      <w:pPr>
        <w:widowControl w:val="0"/>
        <w:autoSpaceDE w:val="0"/>
        <w:autoSpaceDN w:val="0"/>
        <w:adjustRightInd w:val="0"/>
        <w:jc w:val="both"/>
      </w:pPr>
      <w:r w:rsidRPr="002C0189">
        <w:t>RM po projednání:</w:t>
      </w:r>
    </w:p>
    <w:p w:rsidR="00A27630" w:rsidRPr="002C0189" w:rsidRDefault="00A27630" w:rsidP="00A2763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A27630" w:rsidRPr="002C0189" w:rsidRDefault="00A27630" w:rsidP="00A27630">
      <w:pPr>
        <w:keepNext/>
        <w:keepLines/>
        <w:spacing w:before="40"/>
        <w:outlineLvl w:val="2"/>
        <w:rPr>
          <w:b/>
          <w:u w:val="single"/>
        </w:rPr>
      </w:pPr>
      <w:r w:rsidRPr="002C0189">
        <w:rPr>
          <w:b/>
          <w:u w:val="single"/>
        </w:rPr>
        <w:t xml:space="preserve">I. </w:t>
      </w:r>
      <w:r>
        <w:rPr>
          <w:b/>
          <w:u w:val="single"/>
        </w:rPr>
        <w:t>Nes</w:t>
      </w:r>
      <w:r w:rsidRPr="002C0189">
        <w:rPr>
          <w:b/>
          <w:u w:val="single"/>
        </w:rPr>
        <w:t>ouhlasí</w:t>
      </w:r>
    </w:p>
    <w:p w:rsidR="00A27630" w:rsidRDefault="00A27630" w:rsidP="00A27630">
      <w:pPr>
        <w:pStyle w:val="Zkladntext2"/>
        <w:spacing w:line="240" w:lineRule="auto"/>
        <w:jc w:val="both"/>
        <w:rPr>
          <w:rStyle w:val="Siln"/>
          <w:rFonts w:eastAsiaTheme="majorEastAsia"/>
          <w:b w:val="0"/>
        </w:rPr>
      </w:pPr>
      <w:r>
        <w:t xml:space="preserve">s poskytnutím individuální dotace ve výši 20 000 Kč </w:t>
      </w:r>
      <w:r w:rsidRPr="00A27630">
        <w:rPr>
          <w:rStyle w:val="Siln"/>
          <w:rFonts w:eastAsiaTheme="majorEastAsia"/>
          <w:b w:val="0"/>
        </w:rPr>
        <w:t>na</w:t>
      </w:r>
      <w:r w:rsidR="00972B07">
        <w:rPr>
          <w:rStyle w:val="Siln"/>
          <w:rFonts w:eastAsiaTheme="majorEastAsia"/>
          <w:b w:val="0"/>
        </w:rPr>
        <w:t xml:space="preserve"> podporu přípravy, sportovní činnosti a reprezentaci města Strakonice a České republiky na </w:t>
      </w:r>
      <w:proofErr w:type="spellStart"/>
      <w:r w:rsidR="00972B07">
        <w:rPr>
          <w:rStyle w:val="Siln"/>
          <w:rFonts w:eastAsiaTheme="majorEastAsia"/>
          <w:b w:val="0"/>
        </w:rPr>
        <w:t>snowboardcrossových</w:t>
      </w:r>
      <w:proofErr w:type="spellEnd"/>
      <w:r w:rsidR="00972B07">
        <w:rPr>
          <w:rStyle w:val="Siln"/>
          <w:rFonts w:eastAsiaTheme="majorEastAsia"/>
          <w:b w:val="0"/>
        </w:rPr>
        <w:t xml:space="preserve"> závodech v roce 2018</w:t>
      </w:r>
      <w:r w:rsidR="00C50E2F">
        <w:rPr>
          <w:rStyle w:val="Siln"/>
          <w:rFonts w:eastAsiaTheme="majorEastAsia"/>
          <w:b w:val="0"/>
        </w:rPr>
        <w:t xml:space="preserve"> z důvodu nedostatku finančních prostředků na příslušné kapitole města Strakonice</w:t>
      </w:r>
      <w:r w:rsidRPr="00A27630">
        <w:rPr>
          <w:rStyle w:val="Siln"/>
          <w:rFonts w:eastAsiaTheme="majorEastAsia"/>
          <w:b w:val="0"/>
        </w:rPr>
        <w:t xml:space="preserve">. </w:t>
      </w:r>
    </w:p>
    <w:p w:rsidR="000564A1" w:rsidRDefault="000564A1" w:rsidP="00BA3C6D">
      <w:pPr>
        <w:pStyle w:val="Nadpis2"/>
        <w:jc w:val="both"/>
        <w:rPr>
          <w:color w:val="000000" w:themeColor="text1"/>
        </w:rPr>
      </w:pPr>
    </w:p>
    <w:p w:rsidR="00BA3C6D" w:rsidRPr="005D20EA" w:rsidRDefault="00BA3C6D" w:rsidP="00BA3C6D">
      <w:pPr>
        <w:pStyle w:val="Nadpis2"/>
        <w:jc w:val="both"/>
        <w:rPr>
          <w:b w:val="0"/>
          <w:color w:val="000000" w:themeColor="text1"/>
        </w:rPr>
      </w:pPr>
      <w:r>
        <w:rPr>
          <w:color w:val="000000" w:themeColor="text1"/>
        </w:rPr>
        <w:t>6</w:t>
      </w:r>
      <w:r w:rsidRPr="005D20EA">
        <w:rPr>
          <w:color w:val="000000" w:themeColor="text1"/>
        </w:rPr>
        <w:t>) Z</w:t>
      </w:r>
      <w:r>
        <w:rPr>
          <w:color w:val="000000" w:themeColor="text1"/>
        </w:rPr>
        <w:t>ákladní škola Strakonice, Krále Jiřího z Poděbrad 882</w:t>
      </w:r>
      <w:r w:rsidRPr="005D20EA">
        <w:rPr>
          <w:color w:val="000000" w:themeColor="text1"/>
        </w:rPr>
        <w:t xml:space="preserve"> – žádost o souhlas s přijetím finančního daru</w:t>
      </w:r>
    </w:p>
    <w:p w:rsidR="00BA3C6D" w:rsidRDefault="00BA3C6D" w:rsidP="00BA3C6D"/>
    <w:p w:rsidR="00BA3C6D" w:rsidRDefault="00BA3C6D" w:rsidP="00BA3C6D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BA3C6D" w:rsidRDefault="00BA3C6D" w:rsidP="00BA3C6D">
      <w:pPr>
        <w:jc w:val="both"/>
      </w:pPr>
      <w:r>
        <w:t xml:space="preserve">RM pro projednání </w:t>
      </w:r>
    </w:p>
    <w:p w:rsidR="00BA3C6D" w:rsidRDefault="00BA3C6D" w:rsidP="00BA3C6D">
      <w:pPr>
        <w:jc w:val="both"/>
      </w:pPr>
    </w:p>
    <w:p w:rsidR="00BA3C6D" w:rsidRPr="005D20EA" w:rsidRDefault="00BA3C6D" w:rsidP="00BA3C6D">
      <w:pPr>
        <w:pStyle w:val="Nadpis3"/>
        <w:rPr>
          <w:b w:val="0"/>
        </w:rPr>
      </w:pPr>
      <w:r w:rsidRPr="005D20EA">
        <w:t xml:space="preserve">I. </w:t>
      </w:r>
      <w:r w:rsidRPr="005726B3">
        <w:t>Souhlasí</w:t>
      </w:r>
    </w:p>
    <w:p w:rsidR="00BA3C6D" w:rsidRDefault="00BA3C6D" w:rsidP="00BA3C6D">
      <w:pPr>
        <w:jc w:val="both"/>
      </w:pPr>
      <w:r>
        <w:t xml:space="preserve">s přijetím finančního daru ve výši  </w:t>
      </w:r>
      <w:r w:rsidR="002C5087">
        <w:t xml:space="preserve">8.650 </w:t>
      </w:r>
      <w:r>
        <w:t xml:space="preserve">Kč od WOMEN FOR WOMEN, o.p.s., Vlastislavova 152/4, Praha 4, který bude použit na uhrazení stravného ve školní jídelně při ZŠ Strakonice, Krále Jiřího </w:t>
      </w:r>
      <w:r w:rsidR="002C5087">
        <w:t>z Poděbrad 882 pro 2 žáky</w:t>
      </w:r>
      <w:r>
        <w:t xml:space="preserve"> v rámci charitativního projektu Obědy pro děti, a to v období od </w:t>
      </w:r>
      <w:proofErr w:type="gramStart"/>
      <w:r w:rsidR="002C5087">
        <w:t>01.10.</w:t>
      </w:r>
      <w:r>
        <w:t>2018</w:t>
      </w:r>
      <w:proofErr w:type="gramEnd"/>
      <w:r>
        <w:t xml:space="preserve"> do </w:t>
      </w:r>
      <w:r w:rsidR="002C5087">
        <w:t>28.06.2019</w:t>
      </w:r>
      <w:r>
        <w:t xml:space="preserve">. </w:t>
      </w:r>
      <w:bookmarkStart w:id="0" w:name="_GoBack"/>
      <w:bookmarkEnd w:id="0"/>
    </w:p>
    <w:sectPr w:rsidR="00BA3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50066"/>
    <w:multiLevelType w:val="hybridMultilevel"/>
    <w:tmpl w:val="DA128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AA"/>
    <w:rsid w:val="00004E95"/>
    <w:rsid w:val="00033B38"/>
    <w:rsid w:val="000564A1"/>
    <w:rsid w:val="0006341E"/>
    <w:rsid w:val="00077160"/>
    <w:rsid w:val="000912DD"/>
    <w:rsid w:val="000B7DF0"/>
    <w:rsid w:val="001076F0"/>
    <w:rsid w:val="001100C4"/>
    <w:rsid w:val="001142F2"/>
    <w:rsid w:val="00182FD2"/>
    <w:rsid w:val="001A4902"/>
    <w:rsid w:val="001B1322"/>
    <w:rsid w:val="002262C7"/>
    <w:rsid w:val="00255189"/>
    <w:rsid w:val="00261446"/>
    <w:rsid w:val="002819E8"/>
    <w:rsid w:val="002A7254"/>
    <w:rsid w:val="002C5087"/>
    <w:rsid w:val="002C52B9"/>
    <w:rsid w:val="002E5272"/>
    <w:rsid w:val="00311951"/>
    <w:rsid w:val="0034097B"/>
    <w:rsid w:val="003450F1"/>
    <w:rsid w:val="003706FA"/>
    <w:rsid w:val="00374509"/>
    <w:rsid w:val="00386BC8"/>
    <w:rsid w:val="003A2B79"/>
    <w:rsid w:val="003A3219"/>
    <w:rsid w:val="003A4014"/>
    <w:rsid w:val="003C78C2"/>
    <w:rsid w:val="003D7DCF"/>
    <w:rsid w:val="003E6EF4"/>
    <w:rsid w:val="00437E3C"/>
    <w:rsid w:val="00466135"/>
    <w:rsid w:val="004A77BA"/>
    <w:rsid w:val="004C58FC"/>
    <w:rsid w:val="005050A1"/>
    <w:rsid w:val="005175D0"/>
    <w:rsid w:val="0053782E"/>
    <w:rsid w:val="005522A3"/>
    <w:rsid w:val="00554F48"/>
    <w:rsid w:val="00567115"/>
    <w:rsid w:val="00597C07"/>
    <w:rsid w:val="005D0EA2"/>
    <w:rsid w:val="005D49BC"/>
    <w:rsid w:val="005F3303"/>
    <w:rsid w:val="00610898"/>
    <w:rsid w:val="00626EEF"/>
    <w:rsid w:val="00636B1D"/>
    <w:rsid w:val="00654E4B"/>
    <w:rsid w:val="00670800"/>
    <w:rsid w:val="006854B5"/>
    <w:rsid w:val="006B36AA"/>
    <w:rsid w:val="006B6782"/>
    <w:rsid w:val="006C203C"/>
    <w:rsid w:val="006C40FB"/>
    <w:rsid w:val="006F7FAE"/>
    <w:rsid w:val="0071481F"/>
    <w:rsid w:val="00733CAF"/>
    <w:rsid w:val="00734A7D"/>
    <w:rsid w:val="00734B24"/>
    <w:rsid w:val="00741F25"/>
    <w:rsid w:val="0074453B"/>
    <w:rsid w:val="00746A9D"/>
    <w:rsid w:val="0076217C"/>
    <w:rsid w:val="007938B9"/>
    <w:rsid w:val="007B1B2B"/>
    <w:rsid w:val="007C665B"/>
    <w:rsid w:val="00800C62"/>
    <w:rsid w:val="00831D3D"/>
    <w:rsid w:val="00842103"/>
    <w:rsid w:val="00895922"/>
    <w:rsid w:val="008A6B33"/>
    <w:rsid w:val="008D505E"/>
    <w:rsid w:val="00920249"/>
    <w:rsid w:val="009233FD"/>
    <w:rsid w:val="00940C1D"/>
    <w:rsid w:val="009549CC"/>
    <w:rsid w:val="009659C9"/>
    <w:rsid w:val="00972B07"/>
    <w:rsid w:val="009731B4"/>
    <w:rsid w:val="00985C20"/>
    <w:rsid w:val="009872D8"/>
    <w:rsid w:val="009E26DB"/>
    <w:rsid w:val="009E6F97"/>
    <w:rsid w:val="009F2E7F"/>
    <w:rsid w:val="00A0603D"/>
    <w:rsid w:val="00A151E1"/>
    <w:rsid w:val="00A27630"/>
    <w:rsid w:val="00A432F0"/>
    <w:rsid w:val="00A6204B"/>
    <w:rsid w:val="00A7485C"/>
    <w:rsid w:val="00A77402"/>
    <w:rsid w:val="00A933C2"/>
    <w:rsid w:val="00AC60D6"/>
    <w:rsid w:val="00AE33AD"/>
    <w:rsid w:val="00B23805"/>
    <w:rsid w:val="00B5593D"/>
    <w:rsid w:val="00B8011A"/>
    <w:rsid w:val="00B93708"/>
    <w:rsid w:val="00B9414B"/>
    <w:rsid w:val="00BA3C6D"/>
    <w:rsid w:val="00BA7E2E"/>
    <w:rsid w:val="00BB7C57"/>
    <w:rsid w:val="00BF7C86"/>
    <w:rsid w:val="00BF7E67"/>
    <w:rsid w:val="00C03E10"/>
    <w:rsid w:val="00C36BEE"/>
    <w:rsid w:val="00C420B5"/>
    <w:rsid w:val="00C47FD7"/>
    <w:rsid w:val="00C50E2F"/>
    <w:rsid w:val="00CA21B2"/>
    <w:rsid w:val="00CB739D"/>
    <w:rsid w:val="00CD3D30"/>
    <w:rsid w:val="00CF68F2"/>
    <w:rsid w:val="00D336ED"/>
    <w:rsid w:val="00DA38B0"/>
    <w:rsid w:val="00E104CD"/>
    <w:rsid w:val="00E26E7C"/>
    <w:rsid w:val="00E64D0B"/>
    <w:rsid w:val="00EB0214"/>
    <w:rsid w:val="00EE0D54"/>
    <w:rsid w:val="00EE5726"/>
    <w:rsid w:val="00F04BE9"/>
    <w:rsid w:val="00F13661"/>
    <w:rsid w:val="00FC18CC"/>
    <w:rsid w:val="00FF376C"/>
    <w:rsid w:val="00FF41C4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57282"/>
  <w15:chartTrackingRefBased/>
  <w15:docId w15:val="{A1191FF2-547B-440B-9DDA-75F26E95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654E4B"/>
    <w:pPr>
      <w:keepNext/>
      <w:spacing w:line="22" w:lineRule="atLeast"/>
      <w:jc w:val="both"/>
      <w:outlineLvl w:val="2"/>
    </w:pPr>
    <w:rPr>
      <w:b/>
      <w:bCs/>
      <w:szCs w:val="26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740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54E4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54E4B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54E4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54E4B"/>
    <w:rPr>
      <w:sz w:val="16"/>
      <w:szCs w:val="16"/>
    </w:rPr>
  </w:style>
  <w:style w:type="character" w:styleId="Siln">
    <w:name w:val="Strong"/>
    <w:uiPriority w:val="22"/>
    <w:qFormat/>
    <w:rsid w:val="00654E4B"/>
    <w:rPr>
      <w:b/>
      <w:bCs/>
    </w:rPr>
  </w:style>
  <w:style w:type="paragraph" w:customStyle="1" w:styleId="Zkladntext31">
    <w:name w:val="Základní text 31"/>
    <w:basedOn w:val="Normln"/>
    <w:rsid w:val="00A77402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Bezmezer">
    <w:name w:val="No Spacing"/>
    <w:uiPriority w:val="1"/>
    <w:qFormat/>
    <w:rsid w:val="00A77402"/>
    <w:rPr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74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0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014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B132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B1322"/>
    <w:rPr>
      <w:sz w:val="24"/>
      <w:szCs w:val="24"/>
    </w:rPr>
  </w:style>
  <w:style w:type="paragraph" w:customStyle="1" w:styleId="BodyText31">
    <w:name w:val="Body Text 31"/>
    <w:basedOn w:val="Normln"/>
    <w:rsid w:val="001B1322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2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B2555-2BA1-4147-AED1-B1AA2BA3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169</TotalTime>
  <Pages>6</Pages>
  <Words>2123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28</cp:revision>
  <cp:lastPrinted>2018-09-12T13:39:00Z</cp:lastPrinted>
  <dcterms:created xsi:type="dcterms:W3CDTF">2018-09-07T07:56:00Z</dcterms:created>
  <dcterms:modified xsi:type="dcterms:W3CDTF">2018-09-13T08:32:00Z</dcterms:modified>
</cp:coreProperties>
</file>